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64" w:rsidRPr="00597CE9" w:rsidRDefault="00C65364" w:rsidP="00597CE9">
      <w:pPr>
        <w:spacing w:line="240" w:lineRule="auto"/>
        <w:ind w:left="980"/>
        <w:jc w:val="center"/>
        <w:rPr>
          <w:rFonts w:ascii="Times New Roman" w:hAnsi="Times New Roman"/>
          <w:b/>
          <w:sz w:val="24"/>
          <w:szCs w:val="24"/>
        </w:rPr>
      </w:pPr>
      <w:r w:rsidRPr="00597CE9">
        <w:rPr>
          <w:rFonts w:ascii="Times New Roman" w:hAnsi="Times New Roman"/>
          <w:b/>
          <w:sz w:val="24"/>
          <w:szCs w:val="24"/>
        </w:rPr>
        <w:t>Критерии оценивания заданий 7-11классы</w:t>
      </w:r>
    </w:p>
    <w:p w:rsidR="00C65364" w:rsidRDefault="00C65364" w:rsidP="009F56A7">
      <w:pPr>
        <w:spacing w:line="240" w:lineRule="auto"/>
        <w:ind w:left="980"/>
        <w:rPr>
          <w:rFonts w:ascii="Times New Roman" w:hAnsi="Times New Roman"/>
          <w:sz w:val="24"/>
          <w:szCs w:val="24"/>
        </w:rPr>
      </w:pPr>
    </w:p>
    <w:p w:rsidR="00C65364" w:rsidRPr="0082663B" w:rsidRDefault="00C65364" w:rsidP="009F56A7">
      <w:pPr>
        <w:spacing w:line="240" w:lineRule="auto"/>
        <w:ind w:left="980"/>
        <w:rPr>
          <w:rFonts w:ascii="Times New Roman" w:hAnsi="Times New Roman"/>
          <w:sz w:val="24"/>
          <w:szCs w:val="24"/>
        </w:rPr>
      </w:pPr>
      <w:r w:rsidRPr="0082663B">
        <w:rPr>
          <w:rFonts w:ascii="Times New Roman" w:hAnsi="Times New Roman"/>
          <w:sz w:val="24"/>
          <w:szCs w:val="24"/>
        </w:rPr>
        <w:t>Решение каждой задачи оценивается целым числом баллов от 0 до 10.</w:t>
      </w:r>
    </w:p>
    <w:p w:rsidR="00C65364" w:rsidRDefault="00C65364" w:rsidP="009F56A7">
      <w:pPr>
        <w:spacing w:line="240" w:lineRule="auto"/>
        <w:ind w:left="260" w:right="120" w:firstLine="708"/>
        <w:jc w:val="both"/>
        <w:rPr>
          <w:rFonts w:ascii="Times New Roman" w:hAnsi="Times New Roman"/>
          <w:sz w:val="24"/>
          <w:szCs w:val="24"/>
        </w:rPr>
      </w:pPr>
      <w:r w:rsidRPr="0082663B">
        <w:rPr>
          <w:rFonts w:ascii="Times New Roman" w:hAnsi="Times New Roman"/>
          <w:sz w:val="24"/>
          <w:szCs w:val="24"/>
        </w:rPr>
        <w:t>Проверка работ осуществляется жюри олимпиады согласно стандарт</w:t>
      </w:r>
      <w:r>
        <w:rPr>
          <w:rFonts w:ascii="Times New Roman" w:hAnsi="Times New Roman"/>
          <w:sz w:val="24"/>
          <w:szCs w:val="24"/>
        </w:rPr>
        <w:t>ной методике оценивания решений:</w:t>
      </w:r>
    </w:p>
    <w:p w:rsidR="00C65364" w:rsidRDefault="00C65364" w:rsidP="009F56A7">
      <w:pPr>
        <w:spacing w:line="240" w:lineRule="auto"/>
        <w:ind w:left="260" w:right="120"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"/>
        <w:gridCol w:w="9000"/>
      </w:tblGrid>
      <w:tr w:rsidR="00C65364" w:rsidTr="00AE645F">
        <w:tc>
          <w:tcPr>
            <w:tcW w:w="1108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9000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b/>
                <w:bCs/>
                <w:sz w:val="24"/>
                <w:szCs w:val="24"/>
              </w:rPr>
              <w:t>Правильность (ошибочность) решения</w:t>
            </w:r>
          </w:p>
        </w:tc>
      </w:tr>
      <w:tr w:rsidR="00C65364" w:rsidTr="00AE645F">
        <w:tc>
          <w:tcPr>
            <w:tcW w:w="1108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0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 xml:space="preserve">Полное верное решение                                                                                                                                       </w:t>
            </w:r>
          </w:p>
        </w:tc>
      </w:tr>
      <w:tr w:rsidR="00C65364" w:rsidTr="00AE645F">
        <w:tc>
          <w:tcPr>
            <w:tcW w:w="1108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0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 xml:space="preserve">Верное решение. Имеются небольшие недочеты, в целом не влияющие на решение                         </w:t>
            </w:r>
          </w:p>
        </w:tc>
      </w:tr>
      <w:tr w:rsidR="00C65364" w:rsidTr="00AE645F">
        <w:tc>
          <w:tcPr>
            <w:tcW w:w="1108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9000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 xml:space="preserve">Решение  в целом верное, однако содержит существенные ошибки (не физические, а математические)                                                                                                                                                          </w:t>
            </w:r>
          </w:p>
        </w:tc>
      </w:tr>
      <w:tr w:rsidR="00C65364" w:rsidTr="00AE645F">
        <w:tc>
          <w:tcPr>
            <w:tcW w:w="1108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0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 xml:space="preserve"> Найдено решение одного из двух возможных случаев</w:t>
            </w:r>
          </w:p>
        </w:tc>
      </w:tr>
      <w:tr w:rsidR="00C65364" w:rsidTr="00AE645F">
        <w:tc>
          <w:tcPr>
            <w:tcW w:w="1108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9000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>Есть  понимание  физики  явления,  но не найдено одно из необходимых для решения уравнений, в результате полученная система уравнений не полна и невозможно найти решение</w:t>
            </w:r>
          </w:p>
        </w:tc>
      </w:tr>
      <w:tr w:rsidR="00C65364" w:rsidTr="00AE645F">
        <w:tc>
          <w:tcPr>
            <w:tcW w:w="1108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9000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 xml:space="preserve">Есть  отдельные  уравнения,  </w:t>
            </w:r>
            <w:r w:rsidRPr="00AE645F">
              <w:rPr>
                <w:rFonts w:ascii="Times New Roman" w:hAnsi="Times New Roman"/>
                <w:b/>
                <w:bCs/>
                <w:sz w:val="24"/>
                <w:szCs w:val="24"/>
              </w:rPr>
              <w:t>относящиеся  к  сути  задачи,</w:t>
            </w:r>
            <w:r w:rsidRPr="00AE645F">
              <w:rPr>
                <w:rFonts w:ascii="Times New Roman" w:hAnsi="Times New Roman"/>
                <w:sz w:val="24"/>
                <w:szCs w:val="24"/>
              </w:rPr>
              <w:t xml:space="preserve">  при  отсутствии решения (или при ошибочном решении)</w:t>
            </w:r>
          </w:p>
        </w:tc>
      </w:tr>
      <w:tr w:rsidR="00C65364" w:rsidTr="00AE645F">
        <w:tc>
          <w:tcPr>
            <w:tcW w:w="1108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0" w:type="dxa"/>
          </w:tcPr>
          <w:p w:rsidR="00C65364" w:rsidRPr="00AE645F" w:rsidRDefault="00C65364" w:rsidP="00AE645F">
            <w:pPr>
              <w:spacing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45F">
              <w:rPr>
                <w:rFonts w:ascii="Times New Roman" w:hAnsi="Times New Roman"/>
                <w:sz w:val="24"/>
                <w:szCs w:val="24"/>
              </w:rPr>
              <w:t>Решение неверное или отсутствует</w:t>
            </w:r>
          </w:p>
        </w:tc>
      </w:tr>
    </w:tbl>
    <w:p w:rsidR="00C65364" w:rsidRDefault="00C65364" w:rsidP="009F56A7">
      <w:pPr>
        <w:spacing w:line="240" w:lineRule="auto"/>
        <w:ind w:left="260" w:right="120" w:firstLine="708"/>
        <w:jc w:val="both"/>
        <w:rPr>
          <w:rFonts w:ascii="Times New Roman" w:hAnsi="Times New Roman"/>
          <w:sz w:val="24"/>
          <w:szCs w:val="24"/>
        </w:rPr>
      </w:pPr>
    </w:p>
    <w:sectPr w:rsidR="00C65364" w:rsidSect="00597CE9">
      <w:pgSz w:w="11906" w:h="16838"/>
      <w:pgMar w:top="426" w:right="746" w:bottom="719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09F9"/>
    <w:multiLevelType w:val="hybridMultilevel"/>
    <w:tmpl w:val="D93C60A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3AB09A8"/>
    <w:multiLevelType w:val="multilevel"/>
    <w:tmpl w:val="5540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75D9E"/>
    <w:multiLevelType w:val="hybridMultilevel"/>
    <w:tmpl w:val="AEBA8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3F6A1E"/>
    <w:multiLevelType w:val="hybridMultilevel"/>
    <w:tmpl w:val="0B12FBD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9F048E"/>
    <w:multiLevelType w:val="hybridMultilevel"/>
    <w:tmpl w:val="071E6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B57"/>
    <w:rsid w:val="0000613B"/>
    <w:rsid w:val="00050BAA"/>
    <w:rsid w:val="00075EB1"/>
    <w:rsid w:val="001552D2"/>
    <w:rsid w:val="001B6DCD"/>
    <w:rsid w:val="001E4D46"/>
    <w:rsid w:val="00225B5A"/>
    <w:rsid w:val="0028009E"/>
    <w:rsid w:val="002F3E4D"/>
    <w:rsid w:val="003067BA"/>
    <w:rsid w:val="003E2D28"/>
    <w:rsid w:val="003E7CD0"/>
    <w:rsid w:val="00483FAC"/>
    <w:rsid w:val="00495B57"/>
    <w:rsid w:val="0051283F"/>
    <w:rsid w:val="00517399"/>
    <w:rsid w:val="005828D9"/>
    <w:rsid w:val="00597CE9"/>
    <w:rsid w:val="005F25C6"/>
    <w:rsid w:val="006209F3"/>
    <w:rsid w:val="006929EB"/>
    <w:rsid w:val="006F3B8D"/>
    <w:rsid w:val="007419D5"/>
    <w:rsid w:val="007A4127"/>
    <w:rsid w:val="007F7E52"/>
    <w:rsid w:val="00813ACC"/>
    <w:rsid w:val="0082663B"/>
    <w:rsid w:val="009244CF"/>
    <w:rsid w:val="00961FC8"/>
    <w:rsid w:val="00970DA4"/>
    <w:rsid w:val="009F56A7"/>
    <w:rsid w:val="00A23C44"/>
    <w:rsid w:val="00A56DE2"/>
    <w:rsid w:val="00A7149D"/>
    <w:rsid w:val="00A85685"/>
    <w:rsid w:val="00AA7623"/>
    <w:rsid w:val="00AE645F"/>
    <w:rsid w:val="00AF3876"/>
    <w:rsid w:val="00B5046E"/>
    <w:rsid w:val="00C23314"/>
    <w:rsid w:val="00C65364"/>
    <w:rsid w:val="00C90E9E"/>
    <w:rsid w:val="00D579FF"/>
    <w:rsid w:val="00D758D9"/>
    <w:rsid w:val="00D81464"/>
    <w:rsid w:val="00D96018"/>
    <w:rsid w:val="00DA12E7"/>
    <w:rsid w:val="00E26929"/>
    <w:rsid w:val="00E41E95"/>
    <w:rsid w:val="00E94F7F"/>
    <w:rsid w:val="00ED4529"/>
    <w:rsid w:val="00F0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DE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DefaultParagraphFont"/>
    <w:uiPriority w:val="99"/>
    <w:rsid w:val="00495B57"/>
    <w:rPr>
      <w:rFonts w:cs="Times New Roman"/>
    </w:rPr>
  </w:style>
  <w:style w:type="character" w:customStyle="1" w:styleId="c33">
    <w:name w:val="c33"/>
    <w:basedOn w:val="DefaultParagraphFont"/>
    <w:uiPriority w:val="99"/>
    <w:rsid w:val="00495B57"/>
    <w:rPr>
      <w:rFonts w:cs="Times New Roman"/>
    </w:rPr>
  </w:style>
  <w:style w:type="character" w:customStyle="1" w:styleId="c9">
    <w:name w:val="c9"/>
    <w:basedOn w:val="DefaultParagraphFont"/>
    <w:uiPriority w:val="99"/>
    <w:rsid w:val="00495B57"/>
    <w:rPr>
      <w:rFonts w:cs="Times New Roman"/>
    </w:rPr>
  </w:style>
  <w:style w:type="character" w:customStyle="1" w:styleId="c12">
    <w:name w:val="c12"/>
    <w:basedOn w:val="DefaultParagraphFont"/>
    <w:uiPriority w:val="99"/>
    <w:rsid w:val="00495B5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244C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0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04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F3B8D"/>
    <w:pPr>
      <w:ind w:left="720"/>
      <w:contextualSpacing/>
    </w:pPr>
    <w:rPr>
      <w:lang w:eastAsia="en-US"/>
    </w:rPr>
  </w:style>
  <w:style w:type="character" w:styleId="Strong">
    <w:name w:val="Strong"/>
    <w:basedOn w:val="DefaultParagraphFont"/>
    <w:uiPriority w:val="99"/>
    <w:qFormat/>
    <w:rsid w:val="00DA12E7"/>
    <w:rPr>
      <w:rFonts w:cs="Times New Roman"/>
      <w:b/>
      <w:bCs/>
    </w:rPr>
  </w:style>
  <w:style w:type="character" w:customStyle="1" w:styleId="ff5">
    <w:name w:val="ff5"/>
    <w:basedOn w:val="DefaultParagraphFont"/>
    <w:uiPriority w:val="99"/>
    <w:rsid w:val="00E41E95"/>
    <w:rPr>
      <w:rFonts w:cs="Times New Roman"/>
    </w:rPr>
  </w:style>
  <w:style w:type="table" w:styleId="TableGrid">
    <w:name w:val="Table Grid"/>
    <w:basedOn w:val="TableNormal"/>
    <w:uiPriority w:val="99"/>
    <w:locked/>
    <w:rsid w:val="006209F3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170</Words>
  <Characters>973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проведения школьного этапа всероссийской олимпиады школьников</dc:title>
  <dc:subject/>
  <dc:creator>Microsoft</dc:creator>
  <cp:keywords/>
  <dc:description/>
  <cp:lastModifiedBy>Людмила</cp:lastModifiedBy>
  <cp:revision>7</cp:revision>
  <dcterms:created xsi:type="dcterms:W3CDTF">2020-09-14T18:09:00Z</dcterms:created>
  <dcterms:modified xsi:type="dcterms:W3CDTF">2020-09-27T18:59:00Z</dcterms:modified>
</cp:coreProperties>
</file>